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8ECA7" w14:textId="7F00C968" w:rsidR="00350FDB" w:rsidRPr="00350FDB" w:rsidRDefault="00350FDB" w:rsidP="00350FDB">
      <w:pPr>
        <w:pStyle w:val="Body"/>
        <w:rPr>
          <w:b/>
          <w:sz w:val="32"/>
        </w:rPr>
      </w:pPr>
      <w:bookmarkStart w:id="0" w:name="_GoBack"/>
      <w:bookmarkEnd w:id="0"/>
      <w:r w:rsidRPr="00350FDB">
        <w:rPr>
          <w:rFonts w:ascii="Cambria" w:eastAsia="Times New Roman" w:hAnsi="Cambria" w:cs="Times New Roman"/>
          <w:b/>
          <w:bCs/>
          <w:noProof/>
          <w:sz w:val="96"/>
          <w:szCs w:val="80"/>
        </w:rPr>
        <w:drawing>
          <wp:anchor distT="0" distB="0" distL="114300" distR="114300" simplePos="0" relativeHeight="251659264" behindDoc="1" locked="0" layoutInCell="1" allowOverlap="1" wp14:anchorId="51527F5A" wp14:editId="64EC703E">
            <wp:simplePos x="0" y="0"/>
            <wp:positionH relativeFrom="margin">
              <wp:posOffset>1997710</wp:posOffset>
            </wp:positionH>
            <wp:positionV relativeFrom="margin">
              <wp:posOffset>-95250</wp:posOffset>
            </wp:positionV>
            <wp:extent cx="3833495" cy="870585"/>
            <wp:effectExtent l="0" t="0" r="0" b="5715"/>
            <wp:wrapTight wrapText="bothSides">
              <wp:wrapPolygon edited="0">
                <wp:start x="0" y="0"/>
                <wp:lineTo x="0" y="21269"/>
                <wp:lineTo x="21468" y="21269"/>
                <wp:lineTo x="21468" y="0"/>
                <wp:lineTo x="0" y="0"/>
              </wp:wrapPolygon>
            </wp:wrapTight>
            <wp:docPr id="289" name="Pictur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nMap-small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495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B37">
        <w:rPr>
          <w:b/>
          <w:sz w:val="32"/>
        </w:rPr>
        <w:t xml:space="preserve">South Africa         </w:t>
      </w:r>
      <w:r w:rsidR="00AB775D">
        <w:rPr>
          <w:b/>
          <w:sz w:val="32"/>
        </w:rPr>
        <w:t xml:space="preserve"> </w:t>
      </w:r>
      <w:r w:rsidR="00AB775D">
        <w:rPr>
          <w:sz w:val="32"/>
        </w:rPr>
        <w:t xml:space="preserve">Self-Paced </w:t>
      </w:r>
      <w:r w:rsidR="00077C29">
        <w:rPr>
          <w:sz w:val="32"/>
        </w:rPr>
        <w:t>Exercise</w:t>
      </w:r>
    </w:p>
    <w:p w14:paraId="1F7BA041" w14:textId="77777777" w:rsidR="00350FDB" w:rsidRDefault="00350FDB" w:rsidP="00350FDB">
      <w:pPr>
        <w:pStyle w:val="Body"/>
        <w:rPr>
          <w:b/>
          <w:sz w:val="24"/>
        </w:rPr>
      </w:pPr>
    </w:p>
    <w:p w14:paraId="64BFB26E" w14:textId="77777777" w:rsidR="00350FDB" w:rsidRPr="00350FDB" w:rsidRDefault="00350FDB" w:rsidP="00350FDB">
      <w:pPr>
        <w:pStyle w:val="Body"/>
        <w:rPr>
          <w:b/>
          <w:sz w:val="24"/>
        </w:rPr>
      </w:pPr>
      <w:r w:rsidRPr="00350FDB">
        <w:rPr>
          <w:b/>
          <w:sz w:val="24"/>
        </w:rPr>
        <w:t>Questions for Students – Answer Key</w:t>
      </w:r>
    </w:p>
    <w:p w14:paraId="292D177B" w14:textId="77777777" w:rsidR="0018372D" w:rsidRPr="003E4110" w:rsidRDefault="00AB3BC5" w:rsidP="00350FDB">
      <w:pPr>
        <w:pStyle w:val="Body"/>
        <w:rPr>
          <w:b/>
        </w:rPr>
      </w:pPr>
      <w:r w:rsidRPr="003E4110">
        <w:rPr>
          <w:b/>
        </w:rPr>
        <w:t>What data are required to create a new setup and run an analysis?</w:t>
      </w:r>
    </w:p>
    <w:p w14:paraId="41EA8447" w14:textId="2EC1ECC8" w:rsidR="00AB3BC5" w:rsidRDefault="00AB3BC5" w:rsidP="00350FDB">
      <w:pPr>
        <w:pStyle w:val="Body"/>
      </w:pPr>
      <w:r>
        <w:t xml:space="preserve">If the goal of your analysis is to examine only health impacts, you must load grid definitions, pollutants, air quality data (in either monitor or model form), incidence/prevalence rates, a population dataset, and at least one health impact function. If you would also like to examine economic impacts, you must </w:t>
      </w:r>
      <w:r w:rsidR="00280666">
        <w:t xml:space="preserve">also </w:t>
      </w:r>
      <w:r>
        <w:t>load a</w:t>
      </w:r>
      <w:r w:rsidR="00280666">
        <w:t>t least one</w:t>
      </w:r>
      <w:r>
        <w:t xml:space="preserve"> valuation function. </w:t>
      </w:r>
    </w:p>
    <w:p w14:paraId="5CE17347" w14:textId="77777777" w:rsidR="00852C2B" w:rsidRPr="00253960" w:rsidRDefault="00852C2B" w:rsidP="00852C2B">
      <w:pPr>
        <w:spacing w:after="120"/>
        <w:rPr>
          <w:rFonts w:asciiTheme="majorHAnsi" w:hAnsiTheme="majorHAnsi"/>
          <w:b/>
        </w:rPr>
      </w:pPr>
      <w:r w:rsidRPr="00253960">
        <w:rPr>
          <w:rFonts w:asciiTheme="majorHAnsi" w:hAnsiTheme="majorHAnsi"/>
          <w:b/>
        </w:rPr>
        <w:t xml:space="preserve">What is the difference between a pollutant and a metric? </w:t>
      </w:r>
    </w:p>
    <w:p w14:paraId="501062AD" w14:textId="77777777" w:rsidR="00852C2B" w:rsidRDefault="00852C2B" w:rsidP="00852C2B">
      <w:pPr>
        <w:pStyle w:val="Body"/>
      </w:pPr>
      <w:r>
        <w:t>A pollutant is the air-contaminating substance of interest in your analysis. In this case, the pollutant is PM</w:t>
      </w:r>
      <w:r w:rsidRPr="00027ED5">
        <w:rPr>
          <w:vertAlign w:val="subscript"/>
        </w:rPr>
        <w:t>2.5</w:t>
      </w:r>
      <w:r w:rsidRPr="00852C2B">
        <w:t>.</w:t>
      </w:r>
      <w:r>
        <w:t xml:space="preserve"> A metric expresses the time period over which air quality values are modeled or observed and how the value is calculated (e.g., mean, maximum, minimum). In BenMAP-CE, the Metric field refers specifically to daily values calculated directly from daily observations, or through various mathematical calculations of hourly observations.</w:t>
      </w:r>
    </w:p>
    <w:p w14:paraId="1FA678AB" w14:textId="77777777" w:rsidR="00950B37" w:rsidRDefault="00950B37" w:rsidP="00950B37">
      <w:pPr>
        <w:pStyle w:val="Body"/>
        <w:rPr>
          <w:b/>
        </w:rPr>
      </w:pPr>
      <w:r w:rsidRPr="00327722">
        <w:rPr>
          <w:b/>
        </w:rPr>
        <w:t xml:space="preserve">What is the air quality metric for the </w:t>
      </w:r>
      <w:r>
        <w:rPr>
          <w:b/>
        </w:rPr>
        <w:t>South Africa</w:t>
      </w:r>
      <w:r w:rsidRPr="00327722">
        <w:rPr>
          <w:b/>
        </w:rPr>
        <w:t xml:space="preserve"> PM</w:t>
      </w:r>
      <w:r w:rsidRPr="007A148D">
        <w:rPr>
          <w:b/>
          <w:vertAlign w:val="subscript"/>
        </w:rPr>
        <w:t>2.5</w:t>
      </w:r>
      <w:r w:rsidRPr="00327722">
        <w:rPr>
          <w:b/>
        </w:rPr>
        <w:t xml:space="preserve"> monitor data?</w:t>
      </w:r>
    </w:p>
    <w:p w14:paraId="506FE839" w14:textId="77777777" w:rsidR="00AB3BC5" w:rsidRDefault="00AB3BC5" w:rsidP="00350FDB">
      <w:pPr>
        <w:pStyle w:val="Body"/>
      </w:pPr>
      <w:r>
        <w:t xml:space="preserve">The air quality metric </w:t>
      </w:r>
      <w:r w:rsidR="00950B37">
        <w:t>for the South Africa PM</w:t>
      </w:r>
      <w:r w:rsidR="00950B37" w:rsidRPr="007A148D">
        <w:rPr>
          <w:vertAlign w:val="subscript"/>
        </w:rPr>
        <w:t>2.5</w:t>
      </w:r>
      <w:r w:rsidRPr="00AB3BC5">
        <w:t xml:space="preserve"> monitor data</w:t>
      </w:r>
      <w:r>
        <w:t xml:space="preserve"> is a daily average, here labeled “D24HourMean”. </w:t>
      </w:r>
    </w:p>
    <w:p w14:paraId="702CC412" w14:textId="77777777" w:rsidR="008E6E06" w:rsidRPr="00350FDB" w:rsidRDefault="008E6E06" w:rsidP="00350FDB">
      <w:pPr>
        <w:pStyle w:val="Body"/>
        <w:rPr>
          <w:b/>
          <w:noProof/>
        </w:rPr>
      </w:pPr>
      <w:r w:rsidRPr="00350FDB">
        <w:rPr>
          <w:b/>
          <w:noProof/>
        </w:rPr>
        <w:t xml:space="preserve">What health endpoints are included in the </w:t>
      </w:r>
      <w:r w:rsidR="00950B37">
        <w:rPr>
          <w:b/>
          <w:noProof/>
        </w:rPr>
        <w:t>South Africa</w:t>
      </w:r>
      <w:r w:rsidRPr="00350FDB">
        <w:rPr>
          <w:b/>
          <w:noProof/>
        </w:rPr>
        <w:t xml:space="preserve"> Incidence Rates?</w:t>
      </w:r>
    </w:p>
    <w:p w14:paraId="006ADFED" w14:textId="77777777" w:rsidR="00350FDB" w:rsidRPr="00350FDB" w:rsidRDefault="008E6E06" w:rsidP="00350FDB">
      <w:pPr>
        <w:pStyle w:val="Body"/>
        <w:rPr>
          <w:b/>
        </w:rPr>
      </w:pPr>
      <w:r>
        <w:t>The</w:t>
      </w:r>
      <w:r w:rsidR="00950B37">
        <w:t>re are three</w:t>
      </w:r>
      <w:r>
        <w:t xml:space="preserve"> endpoints included in the </w:t>
      </w:r>
      <w:r w:rsidR="00950B37">
        <w:t>South Africa</w:t>
      </w:r>
      <w:r>
        <w:t xml:space="preserve"> Incidence Rates </w:t>
      </w:r>
      <w:r w:rsidR="00950B37">
        <w:t xml:space="preserve">data: all cause mortality, mortality from ischemic heart disease, and mortality from lung cancer. </w:t>
      </w:r>
    </w:p>
    <w:p w14:paraId="1F1D4477" w14:textId="77777777" w:rsidR="00350FDB" w:rsidRDefault="00350FDB" w:rsidP="00350FDB">
      <w:pPr>
        <w:pStyle w:val="Body"/>
        <w:rPr>
          <w:rFonts w:ascii="Cambria" w:eastAsia="Times New Roman" w:hAnsi="Cambria" w:cs="Times New Roman"/>
          <w:b/>
        </w:rPr>
      </w:pPr>
      <w:r w:rsidRPr="00350FDB">
        <w:rPr>
          <w:rFonts w:ascii="Cambria" w:eastAsia="Times New Roman" w:hAnsi="Cambria" w:cs="Times New Roman"/>
          <w:b/>
        </w:rPr>
        <w:t xml:space="preserve">What races are included in the </w:t>
      </w:r>
      <w:r w:rsidR="00950B37">
        <w:rPr>
          <w:rFonts w:ascii="Cambria" w:eastAsia="Times New Roman" w:hAnsi="Cambria" w:cs="Times New Roman"/>
          <w:b/>
        </w:rPr>
        <w:t>South Africa</w:t>
      </w:r>
      <w:r w:rsidRPr="00350FDB">
        <w:rPr>
          <w:rFonts w:ascii="Cambria" w:eastAsia="Times New Roman" w:hAnsi="Cambria" w:cs="Times New Roman"/>
          <w:b/>
        </w:rPr>
        <w:t xml:space="preserve"> Population data? </w:t>
      </w:r>
    </w:p>
    <w:p w14:paraId="40D85A01" w14:textId="77777777" w:rsidR="00950B37" w:rsidRPr="00950B37" w:rsidRDefault="00950B37" w:rsidP="00350FDB">
      <w:pPr>
        <w:pStyle w:val="Body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White, Black African, Indian/Asian, and Coloured.</w:t>
      </w:r>
    </w:p>
    <w:p w14:paraId="4701B65C" w14:textId="60A5922A" w:rsidR="00350FDB" w:rsidRPr="00350FDB" w:rsidRDefault="00350FDB" w:rsidP="00350FDB">
      <w:pPr>
        <w:pStyle w:val="Body"/>
        <w:rPr>
          <w:rFonts w:ascii="Cambria" w:hAnsi="Cambria"/>
          <w:b/>
        </w:rPr>
      </w:pPr>
      <w:r w:rsidRPr="00350FDB">
        <w:rPr>
          <w:rFonts w:ascii="Cambria" w:eastAsia="Times New Roman" w:hAnsi="Cambria" w:cs="Times New Roman"/>
          <w:b/>
          <w:bCs/>
        </w:rPr>
        <w:t xml:space="preserve">What are the health endpoints of the </w:t>
      </w:r>
      <w:r w:rsidR="00280666">
        <w:rPr>
          <w:rFonts w:ascii="Cambria" w:eastAsia="Times New Roman" w:hAnsi="Cambria" w:cs="Times New Roman"/>
          <w:b/>
          <w:bCs/>
        </w:rPr>
        <w:t>Krewski</w:t>
      </w:r>
      <w:r w:rsidR="00280666" w:rsidRPr="00350FDB">
        <w:rPr>
          <w:rFonts w:ascii="Cambria" w:eastAsia="Times New Roman" w:hAnsi="Cambria" w:cs="Times New Roman"/>
          <w:b/>
          <w:bCs/>
        </w:rPr>
        <w:t xml:space="preserve"> </w:t>
      </w:r>
      <w:r w:rsidRPr="00350FDB">
        <w:rPr>
          <w:rFonts w:ascii="Cambria" w:eastAsia="Times New Roman" w:hAnsi="Cambria" w:cs="Times New Roman"/>
          <w:b/>
          <w:bCs/>
        </w:rPr>
        <w:t>et al. health impact functions?</w:t>
      </w:r>
    </w:p>
    <w:p w14:paraId="27BDCF6D" w14:textId="77777777" w:rsidR="00950B37" w:rsidRDefault="00950B37" w:rsidP="00950B37">
      <w:pPr>
        <w:pStyle w:val="Body"/>
      </w:pPr>
      <w:r>
        <w:t>The health endpoints for the Krewski et al. (2009) health impact functions are mortality from ischemic heart disease, mortality from lung cancer, and mortality rate from all causes.</w:t>
      </w:r>
    </w:p>
    <w:p w14:paraId="37CB4092" w14:textId="77777777" w:rsidR="00950B37" w:rsidRDefault="00950B37" w:rsidP="00950B37">
      <w:pPr>
        <w:pStyle w:val="Body"/>
        <w:rPr>
          <w:rFonts w:ascii="Cambria" w:eastAsia="Times New Roman" w:hAnsi="Cambria" w:cs="Times New Roman"/>
          <w:b/>
          <w:bCs/>
        </w:rPr>
      </w:pPr>
      <w:r w:rsidRPr="00950B37">
        <w:rPr>
          <w:rFonts w:ascii="Cambria" w:eastAsia="Times New Roman" w:hAnsi="Cambria" w:cs="Times New Roman"/>
          <w:b/>
          <w:bCs/>
        </w:rPr>
        <w:t xml:space="preserve">What are the sources for the valuation estimates? Why is it necessary to adjust these estimates for use in </w:t>
      </w:r>
      <w:r>
        <w:rPr>
          <w:rFonts w:ascii="Cambria" w:eastAsia="Times New Roman" w:hAnsi="Cambria" w:cs="Times New Roman"/>
          <w:b/>
          <w:bCs/>
        </w:rPr>
        <w:t>South Africa</w:t>
      </w:r>
      <w:r w:rsidRPr="00950B37">
        <w:rPr>
          <w:rFonts w:ascii="Cambria" w:eastAsia="Times New Roman" w:hAnsi="Cambria" w:cs="Times New Roman"/>
          <w:b/>
          <w:bCs/>
        </w:rPr>
        <w:t>?</w:t>
      </w:r>
    </w:p>
    <w:p w14:paraId="0B78EED1" w14:textId="77777777" w:rsidR="00950B37" w:rsidRPr="00950B37" w:rsidRDefault="00950B37" w:rsidP="00950B37">
      <w:pPr>
        <w:pStyle w:val="Body"/>
      </w:pPr>
      <w:r w:rsidRPr="00950B37">
        <w:t xml:space="preserve">The first valuation function converts the U.S. EPA default mean VSL. The second valuation function converts a VSL estimate from the World Bank. We adjust these estimates for three reasons. First, we convert the VSL to be expressed in [local currency] rather than U.S. dollars. Second, the conversion accounts for inflation, or the general upward trend in prices over time. Finally, the VSL is converted </w:t>
      </w:r>
      <w:r w:rsidRPr="00950B37">
        <w:lastRenderedPageBreak/>
        <w:t xml:space="preserve">to account for differences in income levels across countries and over </w:t>
      </w:r>
      <w:r>
        <w:t>time. Income has been shown to a</w:t>
      </w:r>
      <w:r w:rsidRPr="00950B37">
        <w:t>ffect the value individuals place on mortality r</w:t>
      </w:r>
      <w:r>
        <w:t>isk reductions (i.e., the VSL).</w:t>
      </w:r>
    </w:p>
    <w:p w14:paraId="396E903B" w14:textId="7FAF3875" w:rsidR="00AB775D" w:rsidRDefault="00AB775D" w:rsidP="00AB775D">
      <w:pPr>
        <w:pStyle w:val="bullet"/>
        <w:rPr>
          <w:b/>
        </w:rPr>
      </w:pPr>
      <w:r w:rsidRPr="00511A8B">
        <w:rPr>
          <w:b/>
        </w:rPr>
        <w:t>What is the economic value for the benefits of</w:t>
      </w:r>
      <w:r w:rsidR="00F30317">
        <w:rPr>
          <w:b/>
        </w:rPr>
        <w:t xml:space="preserve"> the </w:t>
      </w:r>
      <w:r w:rsidRPr="00511A8B">
        <w:rPr>
          <w:b/>
        </w:rPr>
        <w:t xml:space="preserve"> </w:t>
      </w:r>
      <w:r w:rsidR="00F30317">
        <w:rPr>
          <w:b/>
        </w:rPr>
        <w:t>new air quality standard</w:t>
      </w:r>
      <w:r w:rsidR="00F30317" w:rsidRPr="00511A8B">
        <w:rPr>
          <w:b/>
        </w:rPr>
        <w:t xml:space="preserve"> </w:t>
      </w:r>
      <w:r w:rsidRPr="00511A8B">
        <w:rPr>
          <w:b/>
        </w:rPr>
        <w:t xml:space="preserve">the </w:t>
      </w:r>
      <w:r w:rsidR="00950B37">
        <w:rPr>
          <w:b/>
        </w:rPr>
        <w:t>South African</w:t>
      </w:r>
      <w:r w:rsidRPr="00511A8B">
        <w:rPr>
          <w:b/>
        </w:rPr>
        <w:t xml:space="preserve"> government is considering? </w:t>
      </w:r>
    </w:p>
    <w:p w14:paraId="61A00C23" w14:textId="38ABC9E9" w:rsidR="00AB775D" w:rsidRPr="004B7EFA" w:rsidRDefault="004B7EFA" w:rsidP="00AB775D">
      <w:pPr>
        <w:pStyle w:val="bullet"/>
      </w:pPr>
      <w:r>
        <w:t xml:space="preserve">The point estimate for your pooled valuation results should be about </w:t>
      </w:r>
      <w:r w:rsidR="00BC4DB1">
        <w:t>79</w:t>
      </w:r>
      <w:r>
        <w:t xml:space="preserve"> billion </w:t>
      </w:r>
      <w:r w:rsidR="00F30317">
        <w:t>South African rand</w:t>
      </w:r>
      <w:r>
        <w:t xml:space="preserve">. </w:t>
      </w:r>
    </w:p>
    <w:p w14:paraId="53FE7959" w14:textId="77777777" w:rsidR="00AB775D" w:rsidRPr="007A513B" w:rsidRDefault="00AB775D" w:rsidP="00AB775D">
      <w:pPr>
        <w:pStyle w:val="Body"/>
        <w:rPr>
          <w:rFonts w:cstheme="minorBidi"/>
          <w:b/>
          <w:noProof/>
          <w:sz w:val="28"/>
          <w:szCs w:val="28"/>
        </w:rPr>
      </w:pPr>
      <w:r w:rsidRPr="007A513B">
        <w:rPr>
          <w:b/>
          <w:noProof/>
        </w:rPr>
        <w:t xml:space="preserve">Based on the analysis you performed, what would your final policy recommendation be to the </w:t>
      </w:r>
      <w:r w:rsidR="00F30317">
        <w:rPr>
          <w:b/>
          <w:noProof/>
        </w:rPr>
        <w:t>South African</w:t>
      </w:r>
      <w:r w:rsidRPr="00AB775D">
        <w:rPr>
          <w:b/>
          <w:noProof/>
        </w:rPr>
        <w:t xml:space="preserve"> government as to whether they should implement</w:t>
      </w:r>
      <w:r w:rsidR="00F30317">
        <w:rPr>
          <w:b/>
          <w:noProof/>
        </w:rPr>
        <w:t xml:space="preserve"> the new air quality standard</w:t>
      </w:r>
      <w:r w:rsidRPr="00AB775D">
        <w:rPr>
          <w:b/>
          <w:noProof/>
        </w:rPr>
        <w:t>? What information makes you support this recommendation?</w:t>
      </w:r>
      <w:r w:rsidRPr="007A513B">
        <w:rPr>
          <w:b/>
          <w:noProof/>
        </w:rPr>
        <w:t xml:space="preserve"> </w:t>
      </w:r>
    </w:p>
    <w:p w14:paraId="648234FB" w14:textId="77777777" w:rsidR="004B7EFA" w:rsidRPr="000035F6" w:rsidRDefault="004B7EFA" w:rsidP="004B7EFA">
      <w:pPr>
        <w:pStyle w:val="Body"/>
      </w:pPr>
      <w:r>
        <w:t xml:space="preserve">The final policy recommendation would be, yes, the </w:t>
      </w:r>
      <w:r w:rsidR="00F30317">
        <w:t>South African</w:t>
      </w:r>
      <w:r>
        <w:t xml:space="preserve"> government should implement a </w:t>
      </w:r>
      <w:r w:rsidR="00F30317" w:rsidRPr="00F30317">
        <w:rPr>
          <w:noProof/>
        </w:rPr>
        <w:t>new air quality standard</w:t>
      </w:r>
      <w:r w:rsidR="00F30317">
        <w:t xml:space="preserve"> expected to reduce PM</w:t>
      </w:r>
      <w:r w:rsidR="00F30317" w:rsidRPr="007A148D">
        <w:rPr>
          <w:vertAlign w:val="subscript"/>
        </w:rPr>
        <w:t>2.5</w:t>
      </w:r>
      <w:r w:rsidR="00F30317">
        <w:t xml:space="preserve"> </w:t>
      </w:r>
      <w:r>
        <w:t>concentrations by 2</w:t>
      </w:r>
      <w:r w:rsidR="00F30317">
        <w:t>0</w:t>
      </w:r>
      <w:r>
        <w:t xml:space="preserve">%. Since the monetary benefits of the rollback outweigh the cost of the program, </w:t>
      </w:r>
      <w:r w:rsidR="00F30317">
        <w:t>South Africa</w:t>
      </w:r>
      <w:r>
        <w:t xml:space="preserve"> will gain economically from passing this legislation. </w:t>
      </w:r>
    </w:p>
    <w:p w14:paraId="72375F5E" w14:textId="77777777" w:rsidR="00AB775D" w:rsidRDefault="00AB775D" w:rsidP="00350FDB">
      <w:pPr>
        <w:pStyle w:val="Body"/>
      </w:pPr>
    </w:p>
    <w:sectPr w:rsidR="00AB77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ry Roman">
    <w15:presenceInfo w15:providerId="Windows Live" w15:userId="6e2fe7a5b656df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C5"/>
    <w:rsid w:val="00027ED5"/>
    <w:rsid w:val="00077C29"/>
    <w:rsid w:val="0016423A"/>
    <w:rsid w:val="0018372D"/>
    <w:rsid w:val="00280666"/>
    <w:rsid w:val="00350FDB"/>
    <w:rsid w:val="003E4110"/>
    <w:rsid w:val="004B7EFA"/>
    <w:rsid w:val="004C5BF5"/>
    <w:rsid w:val="006E51F0"/>
    <w:rsid w:val="007A148D"/>
    <w:rsid w:val="0080155D"/>
    <w:rsid w:val="00852C2B"/>
    <w:rsid w:val="008A60DA"/>
    <w:rsid w:val="008E6E06"/>
    <w:rsid w:val="00950B37"/>
    <w:rsid w:val="00AB3BC5"/>
    <w:rsid w:val="00AB775D"/>
    <w:rsid w:val="00AC417F"/>
    <w:rsid w:val="00B02315"/>
    <w:rsid w:val="00BC4DB1"/>
    <w:rsid w:val="00BF1BDB"/>
    <w:rsid w:val="00D379BF"/>
    <w:rsid w:val="00F3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2CA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BC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qFormat/>
    <w:rsid w:val="00AB3BC5"/>
    <w:rPr>
      <w:rFonts w:asciiTheme="majorHAnsi" w:eastAsiaTheme="majorEastAsia" w:hAnsiTheme="majorHAnsi" w:cstheme="majorBidi"/>
    </w:rPr>
  </w:style>
  <w:style w:type="character" w:customStyle="1" w:styleId="BodyChar">
    <w:name w:val="Body Char"/>
    <w:basedOn w:val="DefaultParagraphFont"/>
    <w:link w:val="Body"/>
    <w:rsid w:val="00AB3BC5"/>
    <w:rPr>
      <w:rFonts w:asciiTheme="majorHAnsi" w:eastAsiaTheme="majorEastAsia" w:hAnsiTheme="majorHAnsi" w:cstheme="majorBidi"/>
    </w:rPr>
  </w:style>
  <w:style w:type="paragraph" w:customStyle="1" w:styleId="bullet">
    <w:name w:val="bullet"/>
    <w:basedOn w:val="ListParagraph"/>
    <w:link w:val="bulletChar"/>
    <w:qFormat/>
    <w:rsid w:val="00AB775D"/>
    <w:pPr>
      <w:autoSpaceDE w:val="0"/>
      <w:autoSpaceDN w:val="0"/>
      <w:adjustRightInd w:val="0"/>
      <w:ind w:left="0"/>
      <w:contextualSpacing w:val="0"/>
    </w:pPr>
    <w:rPr>
      <w:rFonts w:asciiTheme="majorHAnsi" w:hAnsiTheme="majorHAnsi"/>
      <w:noProof/>
      <w:szCs w:val="28"/>
    </w:rPr>
  </w:style>
  <w:style w:type="character" w:customStyle="1" w:styleId="bulletChar">
    <w:name w:val="bullet Char"/>
    <w:basedOn w:val="DefaultParagraphFont"/>
    <w:link w:val="bullet"/>
    <w:rsid w:val="00AB775D"/>
    <w:rPr>
      <w:rFonts w:asciiTheme="majorHAnsi" w:eastAsiaTheme="minorEastAsia" w:hAnsiTheme="majorHAnsi"/>
      <w:noProof/>
      <w:szCs w:val="28"/>
    </w:rPr>
  </w:style>
  <w:style w:type="paragraph" w:styleId="ListParagraph">
    <w:name w:val="List Paragraph"/>
    <w:basedOn w:val="Normal"/>
    <w:uiPriority w:val="34"/>
    <w:qFormat/>
    <w:rsid w:val="00AB7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5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5D"/>
    <w:rPr>
      <w:rFonts w:ascii="Times New Roman" w:eastAsiaTheme="minorEastAsia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BC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"/>
    <w:qFormat/>
    <w:rsid w:val="00AB3BC5"/>
    <w:rPr>
      <w:rFonts w:asciiTheme="majorHAnsi" w:eastAsiaTheme="majorEastAsia" w:hAnsiTheme="majorHAnsi" w:cstheme="majorBidi"/>
    </w:rPr>
  </w:style>
  <w:style w:type="character" w:customStyle="1" w:styleId="BodyChar">
    <w:name w:val="Body Char"/>
    <w:basedOn w:val="DefaultParagraphFont"/>
    <w:link w:val="Body"/>
    <w:rsid w:val="00AB3BC5"/>
    <w:rPr>
      <w:rFonts w:asciiTheme="majorHAnsi" w:eastAsiaTheme="majorEastAsia" w:hAnsiTheme="majorHAnsi" w:cstheme="majorBidi"/>
    </w:rPr>
  </w:style>
  <w:style w:type="paragraph" w:customStyle="1" w:styleId="bullet">
    <w:name w:val="bullet"/>
    <w:basedOn w:val="ListParagraph"/>
    <w:link w:val="bulletChar"/>
    <w:qFormat/>
    <w:rsid w:val="00AB775D"/>
    <w:pPr>
      <w:autoSpaceDE w:val="0"/>
      <w:autoSpaceDN w:val="0"/>
      <w:adjustRightInd w:val="0"/>
      <w:ind w:left="0"/>
      <w:contextualSpacing w:val="0"/>
    </w:pPr>
    <w:rPr>
      <w:rFonts w:asciiTheme="majorHAnsi" w:hAnsiTheme="majorHAnsi"/>
      <w:noProof/>
      <w:szCs w:val="28"/>
    </w:rPr>
  </w:style>
  <w:style w:type="character" w:customStyle="1" w:styleId="bulletChar">
    <w:name w:val="bullet Char"/>
    <w:basedOn w:val="DefaultParagraphFont"/>
    <w:link w:val="bullet"/>
    <w:rsid w:val="00AB775D"/>
    <w:rPr>
      <w:rFonts w:asciiTheme="majorHAnsi" w:eastAsiaTheme="minorEastAsia" w:hAnsiTheme="majorHAnsi"/>
      <w:noProof/>
      <w:szCs w:val="28"/>
    </w:rPr>
  </w:style>
  <w:style w:type="paragraph" w:styleId="ListParagraph">
    <w:name w:val="List Paragraph"/>
    <w:basedOn w:val="Normal"/>
    <w:uiPriority w:val="34"/>
    <w:qFormat/>
    <w:rsid w:val="00AB7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5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55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BD652CF1</Template>
  <TotalTime>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Industrial Economics Inc.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Bankert</dc:creator>
  <cp:lastModifiedBy>William Raich</cp:lastModifiedBy>
  <cp:revision>3</cp:revision>
  <dcterms:created xsi:type="dcterms:W3CDTF">2018-12-27T19:25:00Z</dcterms:created>
  <dcterms:modified xsi:type="dcterms:W3CDTF">2018-12-27T19:25:00Z</dcterms:modified>
</cp:coreProperties>
</file>